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50C" w:rsidRDefault="002C050C" w:rsidP="00BF2FCD">
      <w:pPr>
        <w:ind w:left="-900"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ответственных за хоккей с шайбой по муниципальным районам Калужской области </w:t>
      </w:r>
    </w:p>
    <w:p w:rsidR="002C050C" w:rsidRDefault="002C050C" w:rsidP="00055580">
      <w:pPr>
        <w:ind w:left="-90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3"/>
        <w:gridCol w:w="3402"/>
        <w:gridCol w:w="2586"/>
      </w:tblGrid>
      <w:tr w:rsidR="002C050C" w:rsidRPr="00D614A0">
        <w:tc>
          <w:tcPr>
            <w:tcW w:w="3970" w:type="dxa"/>
          </w:tcPr>
          <w:p w:rsidR="002C050C" w:rsidRPr="00553E3C" w:rsidRDefault="002C050C" w:rsidP="003866A0">
            <w:pPr>
              <w:jc w:val="center"/>
              <w:rPr>
                <w:b/>
                <w:bCs/>
                <w:sz w:val="28"/>
                <w:szCs w:val="28"/>
              </w:rPr>
            </w:pPr>
            <w:r w:rsidRPr="00553E3C">
              <w:rPr>
                <w:b/>
                <w:bCs/>
                <w:sz w:val="28"/>
                <w:szCs w:val="28"/>
              </w:rPr>
              <w:t>Главный судья</w:t>
            </w:r>
          </w:p>
        </w:tc>
        <w:tc>
          <w:tcPr>
            <w:tcW w:w="3862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Ермолюк Сергей Евгеньевич</w:t>
            </w:r>
          </w:p>
        </w:tc>
        <w:tc>
          <w:tcPr>
            <w:tcW w:w="3191" w:type="dxa"/>
          </w:tcPr>
          <w:p w:rsidR="002C050C" w:rsidRPr="00DF4363" w:rsidRDefault="002C050C" w:rsidP="003866A0">
            <w:pPr>
              <w:jc w:val="center"/>
              <w:rPr>
                <w:b/>
                <w:bCs/>
                <w:sz w:val="28"/>
                <w:szCs w:val="28"/>
              </w:rPr>
            </w:pPr>
            <w:r w:rsidRPr="00DF4363">
              <w:rPr>
                <w:b/>
                <w:bCs/>
                <w:sz w:val="28"/>
                <w:szCs w:val="28"/>
              </w:rPr>
              <w:t>8-920-610-00-71</w:t>
            </w:r>
          </w:p>
        </w:tc>
      </w:tr>
      <w:tr w:rsidR="002C050C" w:rsidRPr="00D614A0">
        <w:tc>
          <w:tcPr>
            <w:tcW w:w="3970" w:type="dxa"/>
          </w:tcPr>
          <w:p w:rsidR="002C050C" w:rsidRPr="00553E3C" w:rsidRDefault="002C050C" w:rsidP="003866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Главный специалист</w:t>
            </w:r>
            <w:r w:rsidRPr="00553E3C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862" w:type="dxa"/>
          </w:tcPr>
          <w:p w:rsidR="002C050C" w:rsidRDefault="002C050C" w:rsidP="0061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Зуев</w:t>
            </w:r>
          </w:p>
          <w:p w:rsidR="002C050C" w:rsidRPr="00D614A0" w:rsidRDefault="002C050C" w:rsidP="0061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3191" w:type="dxa"/>
          </w:tcPr>
          <w:p w:rsidR="002C050C" w:rsidRDefault="002C050C" w:rsidP="003866A0">
            <w:pPr>
              <w:jc w:val="center"/>
              <w:rPr>
                <w:sz w:val="28"/>
                <w:szCs w:val="28"/>
              </w:rPr>
            </w:pPr>
            <w:r w:rsidRPr="00D614A0">
              <w:rPr>
                <w:sz w:val="28"/>
                <w:szCs w:val="28"/>
              </w:rPr>
              <w:t>403-62</w:t>
            </w:r>
            <w:r>
              <w:rPr>
                <w:sz w:val="28"/>
                <w:szCs w:val="28"/>
              </w:rPr>
              <w:t xml:space="preserve">9, </w:t>
            </w:r>
          </w:p>
          <w:p w:rsidR="002C050C" w:rsidRPr="00D614A0" w:rsidRDefault="002C050C" w:rsidP="00055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8-960-518-46-34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Перемышльский район</w:t>
            </w:r>
          </w:p>
        </w:tc>
        <w:tc>
          <w:tcPr>
            <w:tcW w:w="3862" w:type="dxa"/>
          </w:tcPr>
          <w:p w:rsidR="002C050C" w:rsidRPr="00D614A0" w:rsidRDefault="002C050C" w:rsidP="00FE17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 Владимир Иванович</w:t>
            </w:r>
          </w:p>
        </w:tc>
        <w:tc>
          <w:tcPr>
            <w:tcW w:w="3191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8-910-867-08-47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Сухиничский район</w:t>
            </w:r>
          </w:p>
        </w:tc>
        <w:tc>
          <w:tcPr>
            <w:tcW w:w="3862" w:type="dxa"/>
          </w:tcPr>
          <w:p w:rsidR="002C050C" w:rsidRDefault="002C050C" w:rsidP="0061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Калита</w:t>
            </w:r>
          </w:p>
          <w:p w:rsidR="002C050C" w:rsidRPr="00D614A0" w:rsidRDefault="002C050C" w:rsidP="0061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Валентиновна</w:t>
            </w:r>
          </w:p>
        </w:tc>
        <w:tc>
          <w:tcPr>
            <w:tcW w:w="3191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8-910-707-07-81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Кировский район</w:t>
            </w:r>
          </w:p>
        </w:tc>
        <w:tc>
          <w:tcPr>
            <w:tcW w:w="3862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Ларин Юрий Юрьевич</w:t>
            </w:r>
          </w:p>
        </w:tc>
        <w:tc>
          <w:tcPr>
            <w:tcW w:w="3191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8-910-545-00-78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Юхновский район</w:t>
            </w:r>
          </w:p>
        </w:tc>
        <w:tc>
          <w:tcPr>
            <w:tcW w:w="3862" w:type="dxa"/>
          </w:tcPr>
          <w:p w:rsidR="002C050C" w:rsidRPr="00D614A0" w:rsidRDefault="002C050C" w:rsidP="0061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Грибинюк Любовь Владимировна</w:t>
            </w:r>
          </w:p>
        </w:tc>
        <w:tc>
          <w:tcPr>
            <w:tcW w:w="3191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8-920-872-71-37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Калуга</w:t>
            </w:r>
          </w:p>
        </w:tc>
        <w:tc>
          <w:tcPr>
            <w:tcW w:w="3862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 Алексей</w:t>
            </w:r>
          </w:p>
        </w:tc>
        <w:tc>
          <w:tcPr>
            <w:tcW w:w="3191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8-965-704-05-92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Думиничский район</w:t>
            </w:r>
          </w:p>
        </w:tc>
        <w:tc>
          <w:tcPr>
            <w:tcW w:w="3862" w:type="dxa"/>
          </w:tcPr>
          <w:p w:rsidR="002C050C" w:rsidRPr="00D614A0" w:rsidRDefault="002C050C" w:rsidP="00DA5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Симонова Галина Федоровна.</w:t>
            </w:r>
          </w:p>
        </w:tc>
        <w:tc>
          <w:tcPr>
            <w:tcW w:w="3191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8-960-515-84-48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Дзержинский район</w:t>
            </w:r>
          </w:p>
        </w:tc>
        <w:tc>
          <w:tcPr>
            <w:tcW w:w="3862" w:type="dxa"/>
          </w:tcPr>
          <w:p w:rsidR="002C050C" w:rsidRPr="00055580" w:rsidRDefault="002C050C" w:rsidP="00DA5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</w:t>
            </w:r>
          </w:p>
        </w:tc>
        <w:tc>
          <w:tcPr>
            <w:tcW w:w="3191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8-910-707-82-63</w:t>
            </w:r>
          </w:p>
        </w:tc>
      </w:tr>
      <w:tr w:rsidR="002C050C" w:rsidRPr="001D4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970" w:type="dxa"/>
            <w:tcBorders>
              <w:left w:val="single" w:sz="4" w:space="0" w:color="auto"/>
            </w:tcBorders>
          </w:tcPr>
          <w:p w:rsidR="002C050C" w:rsidRPr="001D4B75" w:rsidRDefault="002C050C" w:rsidP="0005558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Кондрово</w:t>
            </w:r>
          </w:p>
        </w:tc>
        <w:tc>
          <w:tcPr>
            <w:tcW w:w="3862" w:type="dxa"/>
          </w:tcPr>
          <w:p w:rsidR="002C050C" w:rsidRDefault="002C050C" w:rsidP="0061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</w:t>
            </w:r>
          </w:p>
          <w:p w:rsidR="002C050C" w:rsidRPr="001D4B75" w:rsidRDefault="002C050C" w:rsidP="0061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Николаевич</w:t>
            </w:r>
          </w:p>
        </w:tc>
        <w:tc>
          <w:tcPr>
            <w:tcW w:w="3191" w:type="dxa"/>
            <w:tcBorders>
              <w:right w:val="single" w:sz="4" w:space="0" w:color="auto"/>
            </w:tcBorders>
          </w:tcPr>
          <w:p w:rsidR="002C050C" w:rsidRPr="001D4B75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8-915-892-07-07</w:t>
            </w:r>
          </w:p>
        </w:tc>
      </w:tr>
      <w:tr w:rsidR="002C050C" w:rsidRPr="001D4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970" w:type="dxa"/>
            <w:tcBorders>
              <w:left w:val="single" w:sz="4" w:space="0" w:color="auto"/>
            </w:tcBorders>
          </w:tcPr>
          <w:p w:rsidR="002C050C" w:rsidRPr="001D4B75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Хвастовичский район</w:t>
            </w:r>
          </w:p>
        </w:tc>
        <w:tc>
          <w:tcPr>
            <w:tcW w:w="3862" w:type="dxa"/>
          </w:tcPr>
          <w:p w:rsidR="002C050C" w:rsidRPr="001D4B75" w:rsidRDefault="002C050C" w:rsidP="00DA5C28">
            <w:pPr>
              <w:jc w:val="center"/>
              <w:rPr>
                <w:sz w:val="28"/>
                <w:szCs w:val="28"/>
              </w:rPr>
            </w:pPr>
            <w:r w:rsidRPr="00D614A0">
              <w:rPr>
                <w:sz w:val="28"/>
                <w:szCs w:val="28"/>
              </w:rPr>
              <w:t xml:space="preserve">Выставкина </w:t>
            </w:r>
            <w:r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3191" w:type="dxa"/>
            <w:tcBorders>
              <w:right w:val="single" w:sz="4" w:space="0" w:color="auto"/>
            </w:tcBorders>
          </w:tcPr>
          <w:p w:rsidR="002C050C" w:rsidRPr="001D4B75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8-920-880-87-90</w:t>
            </w:r>
          </w:p>
        </w:tc>
      </w:tr>
      <w:tr w:rsidR="002C050C" w:rsidRPr="001D4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970" w:type="dxa"/>
            <w:tcBorders>
              <w:left w:val="single" w:sz="4" w:space="0" w:color="auto"/>
            </w:tcBorders>
          </w:tcPr>
          <w:p w:rsidR="002C050C" w:rsidRPr="001D4B75" w:rsidRDefault="002C050C" w:rsidP="00A3475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Людиновский район </w:t>
            </w:r>
          </w:p>
        </w:tc>
        <w:tc>
          <w:tcPr>
            <w:tcW w:w="3862" w:type="dxa"/>
          </w:tcPr>
          <w:p w:rsidR="002C050C" w:rsidRPr="001D4B75" w:rsidRDefault="002C050C" w:rsidP="00DA5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Терехов Николай Васильевич</w:t>
            </w:r>
          </w:p>
        </w:tc>
        <w:tc>
          <w:tcPr>
            <w:tcW w:w="3191" w:type="dxa"/>
            <w:tcBorders>
              <w:right w:val="single" w:sz="4" w:space="0" w:color="auto"/>
            </w:tcBorders>
          </w:tcPr>
          <w:p w:rsidR="002C050C" w:rsidRPr="001D4B75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8-910-917-61-04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Спас-Деменский район</w:t>
            </w:r>
          </w:p>
        </w:tc>
        <w:tc>
          <w:tcPr>
            <w:tcW w:w="3862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Тюляков Александр Петрович</w:t>
            </w:r>
          </w:p>
        </w:tc>
        <w:tc>
          <w:tcPr>
            <w:tcW w:w="3191" w:type="dxa"/>
          </w:tcPr>
          <w:p w:rsidR="002C050C" w:rsidRPr="00D614A0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8-910-544-13-16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FE17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Куйбышевский район</w:t>
            </w:r>
          </w:p>
        </w:tc>
        <w:tc>
          <w:tcPr>
            <w:tcW w:w="3862" w:type="dxa"/>
          </w:tcPr>
          <w:p w:rsidR="002C050C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 Владимир Иванович</w:t>
            </w:r>
          </w:p>
        </w:tc>
        <w:tc>
          <w:tcPr>
            <w:tcW w:w="3191" w:type="dxa"/>
          </w:tcPr>
          <w:p w:rsidR="002C050C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8-920-888-34-43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Мосальский район</w:t>
            </w:r>
          </w:p>
        </w:tc>
        <w:tc>
          <w:tcPr>
            <w:tcW w:w="3862" w:type="dxa"/>
          </w:tcPr>
          <w:p w:rsidR="002C050C" w:rsidRDefault="002C050C" w:rsidP="00FE17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 Григорий Викторович</w:t>
            </w:r>
          </w:p>
        </w:tc>
        <w:tc>
          <w:tcPr>
            <w:tcW w:w="3191" w:type="dxa"/>
          </w:tcPr>
          <w:p w:rsidR="002C050C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8-910-516-70-51</w:t>
            </w:r>
          </w:p>
        </w:tc>
      </w:tr>
      <w:tr w:rsidR="002C050C" w:rsidRPr="00D614A0">
        <w:tc>
          <w:tcPr>
            <w:tcW w:w="3970" w:type="dxa"/>
          </w:tcPr>
          <w:p w:rsidR="002C050C" w:rsidRPr="00D614A0" w:rsidRDefault="002C050C" w:rsidP="003866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Жиздринский район</w:t>
            </w:r>
          </w:p>
        </w:tc>
        <w:tc>
          <w:tcPr>
            <w:tcW w:w="3862" w:type="dxa"/>
          </w:tcPr>
          <w:p w:rsidR="002C050C" w:rsidRDefault="002C050C" w:rsidP="00DA5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Муравьев Сергей Евгеньевич</w:t>
            </w:r>
          </w:p>
        </w:tc>
        <w:tc>
          <w:tcPr>
            <w:tcW w:w="3191" w:type="dxa"/>
          </w:tcPr>
          <w:p w:rsidR="002C050C" w:rsidRDefault="002C050C" w:rsidP="00386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8-960-516-78-08</w:t>
            </w:r>
          </w:p>
        </w:tc>
      </w:tr>
    </w:tbl>
    <w:p w:rsidR="002C050C" w:rsidRDefault="002C050C" w:rsidP="00055580">
      <w:pPr>
        <w:ind w:left="-900"/>
        <w:jc w:val="center"/>
        <w:rPr>
          <w:b/>
          <w:bCs/>
          <w:sz w:val="28"/>
          <w:szCs w:val="28"/>
        </w:rPr>
      </w:pPr>
    </w:p>
    <w:p w:rsidR="002C050C" w:rsidRPr="00BF2FCD" w:rsidRDefault="002C050C" w:rsidP="006556B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случае необходимости перенести матч (изменить время встречи) необходимо не менее чем за неделю оповестить команду соперников и организаторов соревнований.</w:t>
      </w:r>
    </w:p>
    <w:sectPr w:rsidR="002C050C" w:rsidRPr="00BF2FCD" w:rsidSect="000D7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580"/>
    <w:rsid w:val="000051A3"/>
    <w:rsid w:val="00055580"/>
    <w:rsid w:val="00075706"/>
    <w:rsid w:val="00081A17"/>
    <w:rsid w:val="000D7A9B"/>
    <w:rsid w:val="001225FF"/>
    <w:rsid w:val="001D4B75"/>
    <w:rsid w:val="00245BF0"/>
    <w:rsid w:val="002C050C"/>
    <w:rsid w:val="0031234E"/>
    <w:rsid w:val="00334935"/>
    <w:rsid w:val="003866A0"/>
    <w:rsid w:val="003E32E5"/>
    <w:rsid w:val="004E4271"/>
    <w:rsid w:val="00551125"/>
    <w:rsid w:val="00553E3C"/>
    <w:rsid w:val="005B59B9"/>
    <w:rsid w:val="006112CC"/>
    <w:rsid w:val="006556B7"/>
    <w:rsid w:val="006A08A8"/>
    <w:rsid w:val="00704E4E"/>
    <w:rsid w:val="00980796"/>
    <w:rsid w:val="009C151C"/>
    <w:rsid w:val="00A15A34"/>
    <w:rsid w:val="00A34752"/>
    <w:rsid w:val="00B97BCD"/>
    <w:rsid w:val="00BE7C73"/>
    <w:rsid w:val="00BF2FCD"/>
    <w:rsid w:val="00CA3F94"/>
    <w:rsid w:val="00CA58DD"/>
    <w:rsid w:val="00CF2F2C"/>
    <w:rsid w:val="00D00139"/>
    <w:rsid w:val="00D032E0"/>
    <w:rsid w:val="00D614A0"/>
    <w:rsid w:val="00DA5C28"/>
    <w:rsid w:val="00DE7A81"/>
    <w:rsid w:val="00DF4363"/>
    <w:rsid w:val="00DF4D67"/>
    <w:rsid w:val="00E669D3"/>
    <w:rsid w:val="00F30CDB"/>
    <w:rsid w:val="00F5430B"/>
    <w:rsid w:val="00FE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58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177</Words>
  <Characters>1011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ответственных за хоккей с шайбой по муниципальным районам Калужской области </dc:title>
  <dc:subject/>
  <dc:creator>Customer</dc:creator>
  <cp:keywords/>
  <dc:description/>
  <cp:lastModifiedBy>Борисыч</cp:lastModifiedBy>
  <cp:revision>4</cp:revision>
  <cp:lastPrinted>2014-12-01T10:50:00Z</cp:lastPrinted>
  <dcterms:created xsi:type="dcterms:W3CDTF">2015-12-25T07:33:00Z</dcterms:created>
  <dcterms:modified xsi:type="dcterms:W3CDTF">2015-12-25T08:40:00Z</dcterms:modified>
</cp:coreProperties>
</file>